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76E" w:rsidRDefault="0040276E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 xml:space="preserve">Смета расходов </w:t>
      </w:r>
    </w:p>
    <w:p w:rsidR="0040276E" w:rsidRPr="008B38C1" w:rsidRDefault="0040276E" w:rsidP="008B38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23784">
        <w:rPr>
          <w:rFonts w:ascii="Times New Roman" w:hAnsi="Times New Roman"/>
          <w:b/>
          <w:sz w:val="28"/>
          <w:szCs w:val="28"/>
        </w:rPr>
        <w:t>грантов</w:t>
      </w:r>
      <w:r>
        <w:rPr>
          <w:rFonts w:ascii="Times New Roman" w:hAnsi="Times New Roman"/>
          <w:b/>
          <w:sz w:val="28"/>
          <w:szCs w:val="28"/>
        </w:rPr>
        <w:t>ую</w:t>
      </w:r>
      <w:r w:rsidRPr="00423784">
        <w:rPr>
          <w:rFonts w:ascii="Times New Roman" w:hAnsi="Times New Roman"/>
          <w:b/>
          <w:sz w:val="28"/>
          <w:szCs w:val="28"/>
        </w:rPr>
        <w:t xml:space="preserve"> поддержк</w:t>
      </w:r>
      <w:r>
        <w:rPr>
          <w:rFonts w:ascii="Times New Roman" w:hAnsi="Times New Roman"/>
          <w:b/>
          <w:sz w:val="28"/>
          <w:szCs w:val="28"/>
        </w:rPr>
        <w:t>у</w:t>
      </w:r>
      <w:r w:rsidRPr="00423784">
        <w:rPr>
          <w:rFonts w:ascii="Times New Roman" w:hAnsi="Times New Roman"/>
          <w:b/>
          <w:sz w:val="28"/>
          <w:szCs w:val="28"/>
        </w:rPr>
        <w:t xml:space="preserve"> проектов молодежи в сфере сохранения, изучения объектов культурного наследия</w:t>
      </w:r>
    </w:p>
    <w:p w:rsidR="0040276E" w:rsidRDefault="0040276E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1"/>
        <w:gridCol w:w="2536"/>
        <w:gridCol w:w="1540"/>
        <w:gridCol w:w="1617"/>
        <w:gridCol w:w="1617"/>
        <w:gridCol w:w="1304"/>
      </w:tblGrid>
      <w:tr w:rsidR="0040276E" w:rsidRPr="009E67A9" w:rsidTr="009E67A9">
        <w:tc>
          <w:tcPr>
            <w:tcW w:w="731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36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540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617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Цена за единицу, руб.</w:t>
            </w:r>
          </w:p>
        </w:tc>
        <w:tc>
          <w:tcPr>
            <w:tcW w:w="1304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40276E" w:rsidRPr="009E67A9" w:rsidTr="009E67A9">
        <w:tc>
          <w:tcPr>
            <w:tcW w:w="731" w:type="dxa"/>
          </w:tcPr>
          <w:p w:rsidR="0040276E" w:rsidRPr="009E67A9" w:rsidRDefault="0040276E" w:rsidP="009E67A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Целевой грант на реализацию проекта в сфере сохранения, изучения объектов культурного наследия</w:t>
            </w:r>
          </w:p>
        </w:tc>
        <w:tc>
          <w:tcPr>
            <w:tcW w:w="1540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  <w:tc>
          <w:tcPr>
            <w:tcW w:w="1617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17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304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</w:tr>
      <w:tr w:rsidR="0040276E" w:rsidRPr="009E67A9" w:rsidTr="009E67A9">
        <w:tc>
          <w:tcPr>
            <w:tcW w:w="731" w:type="dxa"/>
          </w:tcPr>
          <w:p w:rsidR="0040276E" w:rsidRPr="009E67A9" w:rsidRDefault="0040276E" w:rsidP="009E67A9">
            <w:pPr>
              <w:pStyle w:val="ListParagraph"/>
              <w:spacing w:after="0" w:line="240" w:lineRule="auto"/>
              <w:ind w:left="5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40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:rsidR="0040276E" w:rsidRPr="009E67A9" w:rsidRDefault="0040276E" w:rsidP="009E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67A9"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</w:tr>
    </w:tbl>
    <w:p w:rsidR="0040276E" w:rsidRPr="00AC3BF8" w:rsidRDefault="0040276E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40276E" w:rsidRPr="00AC3BF8" w:rsidSect="00A05E1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76E" w:rsidRDefault="0040276E">
      <w:r>
        <w:separator/>
      </w:r>
    </w:p>
  </w:endnote>
  <w:endnote w:type="continuationSeparator" w:id="0">
    <w:p w:rsidR="0040276E" w:rsidRDefault="0040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76E" w:rsidRDefault="0040276E">
      <w:r>
        <w:separator/>
      </w:r>
    </w:p>
  </w:footnote>
  <w:footnote w:type="continuationSeparator" w:id="0">
    <w:p w:rsidR="0040276E" w:rsidRDefault="00402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76E" w:rsidRDefault="0040276E">
    <w:pPr>
      <w:pStyle w:val="Header"/>
    </w:pPr>
    <w:fldSimple w:instr=" FILENAME \p ">
      <w:r>
        <w:rPr>
          <w:noProof/>
        </w:rPr>
        <w:t>X:\OBMEN\COMMON\ОФСС\Шура\Бюджет на 2019 год\Дагнаследие РД заявка на 2019 год\11 Грантовая поддержка проектов молодежи в сфере сохранения, изучения объектов культурного наследия.docx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100F"/>
    <w:multiLevelType w:val="hybridMultilevel"/>
    <w:tmpl w:val="AB1E132A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73F"/>
    <w:rsid w:val="00153BD7"/>
    <w:rsid w:val="002D2A4A"/>
    <w:rsid w:val="0040276E"/>
    <w:rsid w:val="00423784"/>
    <w:rsid w:val="00482BC5"/>
    <w:rsid w:val="004C1E0D"/>
    <w:rsid w:val="00517BBE"/>
    <w:rsid w:val="00604C54"/>
    <w:rsid w:val="00630F0F"/>
    <w:rsid w:val="006C073F"/>
    <w:rsid w:val="006C49F8"/>
    <w:rsid w:val="00893961"/>
    <w:rsid w:val="008B38C1"/>
    <w:rsid w:val="009E67A9"/>
    <w:rsid w:val="00A05E10"/>
    <w:rsid w:val="00AC3BF8"/>
    <w:rsid w:val="00AD27B3"/>
    <w:rsid w:val="00B32EA3"/>
    <w:rsid w:val="00BE3909"/>
    <w:rsid w:val="00C94D2F"/>
    <w:rsid w:val="00DC3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E1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3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939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82"/>
    <w:rPr>
      <w:lang w:eastAsia="en-US"/>
    </w:rPr>
  </w:style>
  <w:style w:type="paragraph" w:styleId="Footer">
    <w:name w:val="footer"/>
    <w:basedOn w:val="Normal"/>
    <w:link w:val="FooterChar"/>
    <w:uiPriority w:val="99"/>
    <w:rsid w:val="008939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82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939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28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51</Words>
  <Characters>293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расходов </dc:title>
  <dc:subject/>
  <dc:creator>RePack by Diakov</dc:creator>
  <cp:keywords/>
  <dc:description/>
  <cp:lastModifiedBy>Min</cp:lastModifiedBy>
  <cp:revision>3</cp:revision>
  <cp:lastPrinted>2018-09-19T09:09:00Z</cp:lastPrinted>
  <dcterms:created xsi:type="dcterms:W3CDTF">2018-09-19T09:09:00Z</dcterms:created>
  <dcterms:modified xsi:type="dcterms:W3CDTF">2018-09-19T09:16:00Z</dcterms:modified>
</cp:coreProperties>
</file>